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6"/>
        <w:gridCol w:w="159"/>
        <w:gridCol w:w="7764"/>
      </w:tblGrid>
      <w:tr w:rsidR="00022CCA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6D0E48" w:rsidRDefault="00022CCA" w:rsidP="00BA78AE"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164856" w:rsidP="00BA78A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164856" w:rsidP="009F5D51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="00022CCA" w:rsidRPr="005A7201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022CCA" w:rsidRPr="005A7201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022CCA" w:rsidRPr="005A72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F5D51">
              <w:rPr>
                <w:rFonts w:ascii="Arial" w:hAnsi="Arial" w:cs="Arial"/>
                <w:sz w:val="18"/>
                <w:szCs w:val="18"/>
              </w:rPr>
              <w:t>87</w:t>
            </w: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164856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A720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5A7201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5A72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F5D51">
              <w:rPr>
                <w:rFonts w:ascii="Arial" w:hAnsi="Arial" w:cs="Arial"/>
                <w:noProof/>
                <w:sz w:val="18"/>
                <w:szCs w:val="18"/>
              </w:rPr>
              <w:t>Tuesday, 30 June 2020</w:t>
            </w:r>
            <w:r w:rsidRPr="005A72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164856" w:rsidP="005A72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8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9F5D51" w:rsidP="009F5D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Slowly resolving infected phlebitis left anterior leg below knee – please assess in late June onwards.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8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9753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sz w:val="18"/>
                <w:szCs w:val="20"/>
              </w:rPr>
              <w:t>Left Lower Extremity Venous Duplex</w:t>
            </w:r>
          </w:p>
        </w:tc>
      </w:tr>
      <w:tr w:rsidR="00E00E93" w:rsidRPr="005A7201" w:rsidTr="005A7201">
        <w:trPr>
          <w:trHeight w:val="7938"/>
        </w:trPr>
        <w:tc>
          <w:tcPr>
            <w:tcW w:w="975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9F5D51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2362200</wp:posOffset>
                      </wp:positionH>
                      <wp:positionV relativeFrom="paragraph">
                        <wp:posOffset>3586480</wp:posOffset>
                      </wp:positionV>
                      <wp:extent cx="90805" cy="90805"/>
                      <wp:effectExtent l="5715" t="7620" r="8255" b="6350"/>
                      <wp:wrapNone/>
                      <wp:docPr id="65" name="AutoShape 5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693D54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AutoShape 568" o:spid="_x0000_s1026" type="#_x0000_t123" style="position:absolute;margin-left:186pt;margin-top:282.4pt;width:7.15pt;height:7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4564380</wp:posOffset>
                      </wp:positionH>
                      <wp:positionV relativeFrom="paragraph">
                        <wp:posOffset>2258060</wp:posOffset>
                      </wp:positionV>
                      <wp:extent cx="55880" cy="617220"/>
                      <wp:effectExtent l="26670" t="22225" r="22225" b="27305"/>
                      <wp:wrapNone/>
                      <wp:docPr id="64" name="Freeform 5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880" cy="617220"/>
                              </a:xfrm>
                              <a:custGeom>
                                <a:avLst/>
                                <a:gdLst>
                                  <a:gd name="T0" fmla="*/ 47 w 88"/>
                                  <a:gd name="T1" fmla="*/ 0 h 972"/>
                                  <a:gd name="T2" fmla="*/ 56 w 88"/>
                                  <a:gd name="T3" fmla="*/ 271 h 972"/>
                                  <a:gd name="T4" fmla="*/ 85 w 88"/>
                                  <a:gd name="T5" fmla="*/ 430 h 972"/>
                                  <a:gd name="T6" fmla="*/ 38 w 88"/>
                                  <a:gd name="T7" fmla="*/ 542 h 972"/>
                                  <a:gd name="T8" fmla="*/ 0 w 88"/>
                                  <a:gd name="T9" fmla="*/ 972 h 9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88" h="972">
                                    <a:moveTo>
                                      <a:pt x="47" y="0"/>
                                    </a:moveTo>
                                    <a:cubicBezTo>
                                      <a:pt x="48" y="45"/>
                                      <a:pt x="50" y="199"/>
                                      <a:pt x="56" y="271"/>
                                    </a:cubicBezTo>
                                    <a:cubicBezTo>
                                      <a:pt x="62" y="343"/>
                                      <a:pt x="88" y="385"/>
                                      <a:pt x="85" y="430"/>
                                    </a:cubicBezTo>
                                    <a:cubicBezTo>
                                      <a:pt x="82" y="475"/>
                                      <a:pt x="52" y="452"/>
                                      <a:pt x="38" y="542"/>
                                    </a:cubicBezTo>
                                    <a:cubicBezTo>
                                      <a:pt x="24" y="632"/>
                                      <a:pt x="12" y="802"/>
                                      <a:pt x="0" y="972"/>
                                    </a:cubicBezTo>
                                  </a:path>
                                </a:pathLst>
                              </a:custGeom>
                              <a:noFill/>
                              <a:ln w="381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C67B69" id="Freeform 567" o:spid="_x0000_s1026" style="position:absolute;margin-left:359.4pt;margin-top:177.8pt;width:4.4pt;height:48.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,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" path="m47,v1,45,3,199,9,271c62,343,88,385,85,430,82,475,52,452,38,542,24,632,12,802,,972e" filled="f" strokecolor="red" strokeweight="3pt">
                      <v:path arrowok="t" o:connecttype="custom" o:connectlocs="29845,0;35560,172085;53975,273050;24130,344170;0,617220" o:connectangles="0,0,0,0,0"/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4700905</wp:posOffset>
                      </wp:positionH>
                      <wp:positionV relativeFrom="paragraph">
                        <wp:posOffset>1835785</wp:posOffset>
                      </wp:positionV>
                      <wp:extent cx="306070" cy="152400"/>
                      <wp:effectExtent l="1270" t="0" r="6985" b="0"/>
                      <wp:wrapNone/>
                      <wp:docPr id="63" name="Text Box 5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9F5D51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53" o:spid="_x0000_s1026" type="#_x0000_t202" style="position:absolute;margin-left:370.15pt;margin-top:144.55pt;width:24.1pt;height:1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9F5D51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4158615</wp:posOffset>
                      </wp:positionH>
                      <wp:positionV relativeFrom="paragraph">
                        <wp:posOffset>830580</wp:posOffset>
                      </wp:positionV>
                      <wp:extent cx="273050" cy="130175"/>
                      <wp:effectExtent l="11430" t="13970" r="10795" b="8255"/>
                      <wp:wrapNone/>
                      <wp:docPr id="62" name="Freeform 5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3050" cy="130175"/>
                              </a:xfrm>
                              <a:custGeom>
                                <a:avLst/>
                                <a:gdLst>
                                  <a:gd name="T0" fmla="*/ 0 w 430"/>
                                  <a:gd name="T1" fmla="*/ 205 h 205"/>
                                  <a:gd name="T2" fmla="*/ 430 w 430"/>
                                  <a:gd name="T3" fmla="*/ 0 h 2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30" h="205">
                                    <a:moveTo>
                                      <a:pt x="0" y="205"/>
                                    </a:moveTo>
                                    <a:cubicBezTo>
                                      <a:pt x="0" y="205"/>
                                      <a:pt x="215" y="102"/>
                                      <a:pt x="43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1B9C6320" id="Freeform 566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27.45pt,75.65pt" control1="327.45pt,75.65pt" control2="338.2pt,70.5pt" to="348.95pt,65.4pt" coordsize="430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" filled="f">
                      <v:path arrowok="t" o:connecttype="custom" o:connectlocs="0,130175;273050,0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4184650</wp:posOffset>
                      </wp:positionH>
                      <wp:positionV relativeFrom="paragraph">
                        <wp:posOffset>987425</wp:posOffset>
                      </wp:positionV>
                      <wp:extent cx="273050" cy="130175"/>
                      <wp:effectExtent l="8890" t="8890" r="13335" b="13335"/>
                      <wp:wrapNone/>
                      <wp:docPr id="61" name="Freeform 5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3050" cy="130175"/>
                              </a:xfrm>
                              <a:custGeom>
                                <a:avLst/>
                                <a:gdLst>
                                  <a:gd name="T0" fmla="*/ 0 w 430"/>
                                  <a:gd name="T1" fmla="*/ 205 h 205"/>
                                  <a:gd name="T2" fmla="*/ 430 w 430"/>
                                  <a:gd name="T3" fmla="*/ 0 h 20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30" h="205">
                                    <a:moveTo>
                                      <a:pt x="0" y="205"/>
                                    </a:moveTo>
                                    <a:cubicBezTo>
                                      <a:pt x="0" y="205"/>
                                      <a:pt x="215" y="102"/>
                                      <a:pt x="430" y="0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0FEE6EC8" id="Freeform 565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29.5pt,88pt" control1="329.5pt,88pt" control2="340.25pt,82.85pt" to="351pt,77.75pt" coordsize="430,2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" filled="f">
                      <v:path arrowok="t" o:connecttype="custom" o:connectlocs="0,130175;273050,0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4303395</wp:posOffset>
                      </wp:positionH>
                      <wp:positionV relativeFrom="paragraph">
                        <wp:posOffset>1052195</wp:posOffset>
                      </wp:positionV>
                      <wp:extent cx="201930" cy="807720"/>
                      <wp:effectExtent l="22860" t="16510" r="22860" b="23495"/>
                      <wp:wrapNone/>
                      <wp:docPr id="60" name="Freeform 5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01930" cy="807720"/>
                              </a:xfrm>
                              <a:custGeom>
                                <a:avLst/>
                                <a:gdLst>
                                  <a:gd name="T0" fmla="*/ 318 w 318"/>
                                  <a:gd name="T1" fmla="*/ 1272 h 1272"/>
                                  <a:gd name="T2" fmla="*/ 187 w 318"/>
                                  <a:gd name="T3" fmla="*/ 1001 h 1272"/>
                                  <a:gd name="T4" fmla="*/ 121 w 318"/>
                                  <a:gd name="T5" fmla="*/ 543 h 1272"/>
                                  <a:gd name="T6" fmla="*/ 0 w 318"/>
                                  <a:gd name="T7" fmla="*/ 0 h 127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18" h="1272">
                                    <a:moveTo>
                                      <a:pt x="318" y="1272"/>
                                    </a:moveTo>
                                    <a:cubicBezTo>
                                      <a:pt x="269" y="1197"/>
                                      <a:pt x="220" y="1122"/>
                                      <a:pt x="187" y="1001"/>
                                    </a:cubicBezTo>
                                    <a:cubicBezTo>
                                      <a:pt x="154" y="880"/>
                                      <a:pt x="152" y="710"/>
                                      <a:pt x="121" y="543"/>
                                    </a:cubicBezTo>
                                    <a:cubicBezTo>
                                      <a:pt x="90" y="376"/>
                                      <a:pt x="45" y="188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CD3FB4" id="Freeform 564" o:spid="_x0000_s1026" style="position:absolute;margin-left:338.85pt;margin-top:82.85pt;width:15.9pt;height:63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18,1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" path="m318,1272c269,1197,220,1122,187,1001,154,880,152,710,121,543,90,376,45,188,,e" filled="f" strokecolor="red" strokeweight="2.5pt">
                      <v:path arrowok="t" o:connecttype="custom" o:connectlocs="201930,807720;118745,635635;76835,344805;0,0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4462780</wp:posOffset>
                      </wp:positionH>
                      <wp:positionV relativeFrom="paragraph">
                        <wp:posOffset>1806575</wp:posOffset>
                      </wp:positionV>
                      <wp:extent cx="133985" cy="2500630"/>
                      <wp:effectExtent l="20320" t="18415" r="17145" b="14605"/>
                      <wp:wrapNone/>
                      <wp:docPr id="59" name="Freeform 5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33985" cy="2500630"/>
                              </a:xfrm>
                              <a:custGeom>
                                <a:avLst/>
                                <a:gdLst>
                                  <a:gd name="T0" fmla="*/ 104 w 211"/>
                                  <a:gd name="T1" fmla="*/ 0 h 3938"/>
                                  <a:gd name="T2" fmla="*/ 10 w 211"/>
                                  <a:gd name="T3" fmla="*/ 365 h 3938"/>
                                  <a:gd name="T4" fmla="*/ 46 w 211"/>
                                  <a:gd name="T5" fmla="*/ 842 h 3938"/>
                                  <a:gd name="T6" fmla="*/ 158 w 211"/>
                                  <a:gd name="T7" fmla="*/ 1938 h 3938"/>
                                  <a:gd name="T8" fmla="*/ 206 w 211"/>
                                  <a:gd name="T9" fmla="*/ 2770 h 3938"/>
                                  <a:gd name="T10" fmla="*/ 190 w 211"/>
                                  <a:gd name="T11" fmla="*/ 3530 h 3938"/>
                                  <a:gd name="T12" fmla="*/ 126 w 211"/>
                                  <a:gd name="T13" fmla="*/ 3938 h 393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211" h="3938">
                                    <a:moveTo>
                                      <a:pt x="104" y="0"/>
                                    </a:moveTo>
                                    <a:cubicBezTo>
                                      <a:pt x="88" y="61"/>
                                      <a:pt x="20" y="225"/>
                                      <a:pt x="10" y="365"/>
                                    </a:cubicBezTo>
                                    <a:cubicBezTo>
                                      <a:pt x="0" y="505"/>
                                      <a:pt x="21" y="580"/>
                                      <a:pt x="46" y="842"/>
                                    </a:cubicBezTo>
                                    <a:cubicBezTo>
                                      <a:pt x="71" y="1104"/>
                                      <a:pt x="131" y="1617"/>
                                      <a:pt x="158" y="1938"/>
                                    </a:cubicBezTo>
                                    <a:cubicBezTo>
                                      <a:pt x="185" y="2259"/>
                                      <a:pt x="201" y="2505"/>
                                      <a:pt x="206" y="2770"/>
                                    </a:cubicBezTo>
                                    <a:cubicBezTo>
                                      <a:pt x="211" y="3035"/>
                                      <a:pt x="203" y="3335"/>
                                      <a:pt x="190" y="3530"/>
                                    </a:cubicBezTo>
                                    <a:cubicBezTo>
                                      <a:pt x="177" y="3725"/>
                                      <a:pt x="151" y="3831"/>
                                      <a:pt x="126" y="3938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4325F7" id="Freeform 563" o:spid="_x0000_s1026" style="position:absolute;margin-left:351.4pt;margin-top:142.25pt;width:10.55pt;height:196.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1,3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" path="m104,c88,61,20,225,10,365,,505,21,580,46,842v25,262,85,775,112,1096c185,2259,201,2505,206,2770v5,265,-3,565,-16,760c177,3725,151,3831,126,3938e" filled="f" strokecolor="navy" strokeweight="2.25pt">
                      <v:path arrowok="t" o:connecttype="custom" o:connectlocs="66040,0;6350,231775;29210,534670;100330,1230630;130810,1758950;120650,2241550;80010,250063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2380615</wp:posOffset>
                      </wp:positionH>
                      <wp:positionV relativeFrom="paragraph">
                        <wp:posOffset>2950210</wp:posOffset>
                      </wp:positionV>
                      <wp:extent cx="114300" cy="433070"/>
                      <wp:effectExtent l="33655" t="9525" r="13970" b="81280"/>
                      <wp:wrapNone/>
                      <wp:docPr id="58" name="Freeform 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433070"/>
                              </a:xfrm>
                              <a:custGeom>
                                <a:avLst/>
                                <a:gdLst>
                                  <a:gd name="T0" fmla="*/ 180 w 180"/>
                                  <a:gd name="T1" fmla="*/ 0 h 682"/>
                                  <a:gd name="T2" fmla="*/ 180 w 180"/>
                                  <a:gd name="T3" fmla="*/ 135 h 682"/>
                                  <a:gd name="T4" fmla="*/ 135 w 180"/>
                                  <a:gd name="T5" fmla="*/ 300 h 682"/>
                                  <a:gd name="T6" fmla="*/ 90 w 180"/>
                                  <a:gd name="T7" fmla="*/ 472 h 682"/>
                                  <a:gd name="T8" fmla="*/ 0 w 180"/>
                                  <a:gd name="T9" fmla="*/ 682 h 682"/>
                                  <a:gd name="T10" fmla="*/ 173 w 180"/>
                                  <a:gd name="T11" fmla="*/ 60 h 68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80" h="682">
                                    <a:moveTo>
                                      <a:pt x="180" y="0"/>
                                    </a:moveTo>
                                    <a:lnTo>
                                      <a:pt x="180" y="135"/>
                                    </a:lnTo>
                                    <a:lnTo>
                                      <a:pt x="135" y="300"/>
                                    </a:lnTo>
                                    <a:lnTo>
                                      <a:pt x="90" y="472"/>
                                    </a:lnTo>
                                    <a:lnTo>
                                      <a:pt x="0" y="682"/>
                                    </a:lnTo>
                                    <a:lnTo>
                                      <a:pt x="173" y="6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100000"/>
                                  <a:lumOff val="0"/>
                                </a:schemeClr>
                              </a:solidFill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polyline w14:anchorId="4FF2AAF8" id="Freeform 562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196.45pt,232.3pt,196.45pt,239.05pt,194.2pt,247.3pt,191.95pt,255.9pt,187.45pt,266.4pt,196.1pt,235.3pt" coordsize="180,6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" fillcolor="black [3213]" strokecolor="black [3213]">
                      <v:path arrowok="t" o:connecttype="custom" o:connectlocs="114300,0;114300,85725;85725,190500;57150,299720;0,433070;109855,38100" o:connectangles="0,0,0,0,0,0"/>
                    </v:poly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2150110</wp:posOffset>
                      </wp:positionH>
                      <wp:positionV relativeFrom="paragraph">
                        <wp:posOffset>2413635</wp:posOffset>
                      </wp:positionV>
                      <wp:extent cx="495300" cy="1600200"/>
                      <wp:effectExtent l="22225" t="25400" r="25400" b="22225"/>
                      <wp:wrapNone/>
                      <wp:docPr id="57" name="Freeform 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495300" cy="1600200"/>
                              </a:xfrm>
                              <a:custGeom>
                                <a:avLst/>
                                <a:gdLst>
                                  <a:gd name="T0" fmla="*/ 780 w 780"/>
                                  <a:gd name="T1" fmla="*/ 0 h 2520"/>
                                  <a:gd name="T2" fmla="*/ 500 w 780"/>
                                  <a:gd name="T3" fmla="*/ 1170 h 2520"/>
                                  <a:gd name="T4" fmla="*/ 280 w 780"/>
                                  <a:gd name="T5" fmla="*/ 1830 h 2520"/>
                                  <a:gd name="T6" fmla="*/ 0 w 780"/>
                                  <a:gd name="T7" fmla="*/ 2520 h 252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780" h="2520">
                                    <a:moveTo>
                                      <a:pt x="780" y="0"/>
                                    </a:moveTo>
                                    <a:cubicBezTo>
                                      <a:pt x="682" y="421"/>
                                      <a:pt x="583" y="865"/>
                                      <a:pt x="500" y="1170"/>
                                    </a:cubicBezTo>
                                    <a:cubicBezTo>
                                      <a:pt x="417" y="1475"/>
                                      <a:pt x="363" y="1605"/>
                                      <a:pt x="280" y="1830"/>
                                    </a:cubicBezTo>
                                    <a:cubicBezTo>
                                      <a:pt x="197" y="2055"/>
                                      <a:pt x="58" y="2376"/>
                                      <a:pt x="0" y="2520"/>
                                    </a:cubicBezTo>
                                  </a:path>
                                </a:pathLst>
                              </a:custGeom>
                              <a:noFill/>
                              <a:ln w="381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4161B5" id="Freeform 561" o:spid="_x0000_s1026" style="position:absolute;margin-left:169.3pt;margin-top:190.05pt;width:39pt;height:12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0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" path="m780,c682,421,583,865,500,1170v-83,305,-137,435,-220,660c197,2055,58,2376,,2520e" filled="f" strokecolor="red" strokeweight="3pt">
                      <v:path arrowok="t" o:connecttype="custom" o:connectlocs="495300,0;317500,742950;177800,1162050;0,1600200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2600960</wp:posOffset>
                      </wp:positionH>
                      <wp:positionV relativeFrom="paragraph">
                        <wp:posOffset>1740535</wp:posOffset>
                      </wp:positionV>
                      <wp:extent cx="82550" cy="679450"/>
                      <wp:effectExtent l="44450" t="38100" r="44450" b="44450"/>
                      <wp:wrapNone/>
                      <wp:docPr id="56" name="Freeform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2550" cy="679450"/>
                              </a:xfrm>
                              <a:custGeom>
                                <a:avLst/>
                                <a:gdLst>
                                  <a:gd name="T0" fmla="*/ 0 w 130"/>
                                  <a:gd name="T1" fmla="*/ 0 h 1070"/>
                                  <a:gd name="T2" fmla="*/ 110 w 130"/>
                                  <a:gd name="T3" fmla="*/ 440 h 1070"/>
                                  <a:gd name="T4" fmla="*/ 120 w 130"/>
                                  <a:gd name="T5" fmla="*/ 1070 h 107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130" h="1070">
                                    <a:moveTo>
                                      <a:pt x="0" y="0"/>
                                    </a:moveTo>
                                    <a:cubicBezTo>
                                      <a:pt x="45" y="131"/>
                                      <a:pt x="90" y="262"/>
                                      <a:pt x="110" y="440"/>
                                    </a:cubicBezTo>
                                    <a:cubicBezTo>
                                      <a:pt x="130" y="618"/>
                                      <a:pt x="125" y="844"/>
                                      <a:pt x="120" y="1070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461AE8" id="Freeform 560" o:spid="_x0000_s1026" style="position:absolute;margin-left:204.8pt;margin-top:137.05pt;width:6.5pt;height:53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0,10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" path="m,c45,131,90,262,110,440v20,178,15,404,10,630e" filled="f" strokecolor="red" strokeweight="6pt">
                      <v:path arrowok="t" o:connecttype="custom" o:connectlocs="0,0;69850,279400;76200,67945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4575810</wp:posOffset>
                      </wp:positionH>
                      <wp:positionV relativeFrom="paragraph">
                        <wp:posOffset>1543685</wp:posOffset>
                      </wp:positionV>
                      <wp:extent cx="6350" cy="812800"/>
                      <wp:effectExtent l="38100" t="41275" r="41275" b="41275"/>
                      <wp:wrapNone/>
                      <wp:docPr id="55" name="Freeform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0" cy="812800"/>
                              </a:xfrm>
                              <a:custGeom>
                                <a:avLst/>
                                <a:gdLst>
                                  <a:gd name="T0" fmla="*/ 0 w 10"/>
                                  <a:gd name="T1" fmla="*/ 0 h 1280"/>
                                  <a:gd name="T2" fmla="*/ 10 w 10"/>
                                  <a:gd name="T3" fmla="*/ 1280 h 12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" h="1280">
                                    <a:moveTo>
                                      <a:pt x="0" y="0"/>
                                    </a:moveTo>
                                    <a:cubicBezTo>
                                      <a:pt x="0" y="0"/>
                                      <a:pt x="5" y="640"/>
                                      <a:pt x="10" y="1280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060B5F00" id="Freeform 55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360.3pt,121.55pt" control1="360.3pt,121.55pt" control2="360.55pt,153.55pt" to="360.8pt,185.55pt" coordsize="10,1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" filled="f" strokecolor="red" strokeweight="6pt">
                      <v:path arrowok="t" o:connecttype="custom" o:connectlocs="0,0;6350,812800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127635</wp:posOffset>
                      </wp:positionV>
                      <wp:extent cx="381000" cy="501650"/>
                      <wp:effectExtent l="44450" t="44450" r="41275" b="44450"/>
                      <wp:wrapNone/>
                      <wp:docPr id="54" name="Freeform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1000" cy="501650"/>
                              </a:xfrm>
                              <a:custGeom>
                                <a:avLst/>
                                <a:gdLst>
                                  <a:gd name="T0" fmla="*/ 0 w 600"/>
                                  <a:gd name="T1" fmla="*/ 0 h 790"/>
                                  <a:gd name="T2" fmla="*/ 440 w 600"/>
                                  <a:gd name="T3" fmla="*/ 550 h 790"/>
                                  <a:gd name="T4" fmla="*/ 600 w 600"/>
                                  <a:gd name="T5" fmla="*/ 790 h 79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600" h="790">
                                    <a:moveTo>
                                      <a:pt x="0" y="0"/>
                                    </a:moveTo>
                                    <a:cubicBezTo>
                                      <a:pt x="73" y="92"/>
                                      <a:pt x="340" y="418"/>
                                      <a:pt x="440" y="550"/>
                                    </a:cubicBezTo>
                                    <a:cubicBezTo>
                                      <a:pt x="540" y="682"/>
                                      <a:pt x="567" y="740"/>
                                      <a:pt x="600" y="790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BC4BC7" id="Freeform 558" o:spid="_x0000_s1026" style="position:absolute;margin-left:137.3pt;margin-top:10.05pt;width:30pt;height:39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" path="m,c73,92,340,418,440,550,540,682,567,740,600,790e" filled="f" strokecolor="red" strokeweight="6pt">
                      <v:path arrowok="t" o:connecttype="custom" o:connectlocs="0,0;279400,349250;381000,501650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2499360</wp:posOffset>
                      </wp:positionH>
                      <wp:positionV relativeFrom="paragraph">
                        <wp:posOffset>3518535</wp:posOffset>
                      </wp:positionV>
                      <wp:extent cx="39370" cy="114300"/>
                      <wp:effectExtent l="9525" t="15875" r="17780" b="12700"/>
                      <wp:wrapNone/>
                      <wp:docPr id="53" name="Freeform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9370" cy="114300"/>
                              </a:xfrm>
                              <a:custGeom>
                                <a:avLst/>
                                <a:gdLst>
                                  <a:gd name="T0" fmla="*/ 10 w 62"/>
                                  <a:gd name="T1" fmla="*/ 0 h 180"/>
                                  <a:gd name="T2" fmla="*/ 10 w 62"/>
                                  <a:gd name="T3" fmla="*/ 70 h 180"/>
                                  <a:gd name="T4" fmla="*/ 60 w 62"/>
                                  <a:gd name="T5" fmla="*/ 100 h 180"/>
                                  <a:gd name="T6" fmla="*/ 0 w 62"/>
                                  <a:gd name="T7" fmla="*/ 180 h 18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62" h="180">
                                    <a:moveTo>
                                      <a:pt x="10" y="0"/>
                                    </a:moveTo>
                                    <a:cubicBezTo>
                                      <a:pt x="6" y="26"/>
                                      <a:pt x="2" y="53"/>
                                      <a:pt x="10" y="70"/>
                                    </a:cubicBezTo>
                                    <a:cubicBezTo>
                                      <a:pt x="18" y="87"/>
                                      <a:pt x="62" y="82"/>
                                      <a:pt x="60" y="100"/>
                                    </a:cubicBezTo>
                                    <a:cubicBezTo>
                                      <a:pt x="58" y="118"/>
                                      <a:pt x="29" y="149"/>
                                      <a:pt x="0" y="18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233729" id="Freeform 557" o:spid="_x0000_s1026" style="position:absolute;margin-left:196.8pt;margin-top:277.05pt;width:3.1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2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" path="m10,c6,26,2,53,10,70v8,17,52,12,50,30c58,118,29,149,,180e" filled="f" strokecolor="red" strokeweight="1.5pt">
                      <v:path arrowok="t" o:connecttype="custom" o:connectlocs="6350,0;6350,44450;38100,63500;0,114300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2162810</wp:posOffset>
                      </wp:positionH>
                      <wp:positionV relativeFrom="paragraph">
                        <wp:posOffset>1403985</wp:posOffset>
                      </wp:positionV>
                      <wp:extent cx="657225" cy="2403475"/>
                      <wp:effectExtent l="15875" t="15875" r="12700" b="9525"/>
                      <wp:wrapNone/>
                      <wp:docPr id="52" name="Freeform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7225" cy="2403475"/>
                              </a:xfrm>
                              <a:custGeom>
                                <a:avLst/>
                                <a:gdLst>
                                  <a:gd name="T0" fmla="*/ 400 w 1035"/>
                                  <a:gd name="T1" fmla="*/ 0 h 3785"/>
                                  <a:gd name="T2" fmla="*/ 260 w 1035"/>
                                  <a:gd name="T3" fmla="*/ 150 h 3785"/>
                                  <a:gd name="T4" fmla="*/ 370 w 1035"/>
                                  <a:gd name="T5" fmla="*/ 280 h 3785"/>
                                  <a:gd name="T6" fmla="*/ 300 w 1035"/>
                                  <a:gd name="T7" fmla="*/ 370 h 3785"/>
                                  <a:gd name="T8" fmla="*/ 460 w 1035"/>
                                  <a:gd name="T9" fmla="*/ 400 h 3785"/>
                                  <a:gd name="T10" fmla="*/ 350 w 1035"/>
                                  <a:gd name="T11" fmla="*/ 480 h 3785"/>
                                  <a:gd name="T12" fmla="*/ 500 w 1035"/>
                                  <a:gd name="T13" fmla="*/ 540 h 3785"/>
                                  <a:gd name="T14" fmla="*/ 410 w 1035"/>
                                  <a:gd name="T15" fmla="*/ 610 h 3785"/>
                                  <a:gd name="T16" fmla="*/ 520 w 1035"/>
                                  <a:gd name="T17" fmla="*/ 660 h 3785"/>
                                  <a:gd name="T18" fmla="*/ 440 w 1035"/>
                                  <a:gd name="T19" fmla="*/ 720 h 3785"/>
                                  <a:gd name="T20" fmla="*/ 580 w 1035"/>
                                  <a:gd name="T21" fmla="*/ 750 h 3785"/>
                                  <a:gd name="T22" fmla="*/ 490 w 1035"/>
                                  <a:gd name="T23" fmla="*/ 820 h 3785"/>
                                  <a:gd name="T24" fmla="*/ 610 w 1035"/>
                                  <a:gd name="T25" fmla="*/ 880 h 3785"/>
                                  <a:gd name="T26" fmla="*/ 700 w 1035"/>
                                  <a:gd name="T27" fmla="*/ 1090 h 3785"/>
                                  <a:gd name="T28" fmla="*/ 630 w 1035"/>
                                  <a:gd name="T29" fmla="*/ 1650 h 3785"/>
                                  <a:gd name="T30" fmla="*/ 550 w 1035"/>
                                  <a:gd name="T31" fmla="*/ 1890 h 3785"/>
                                  <a:gd name="T32" fmla="*/ 630 w 1035"/>
                                  <a:gd name="T33" fmla="*/ 2000 h 3785"/>
                                  <a:gd name="T34" fmla="*/ 710 w 1035"/>
                                  <a:gd name="T35" fmla="*/ 1970 h 3785"/>
                                  <a:gd name="T36" fmla="*/ 670 w 1035"/>
                                  <a:gd name="T37" fmla="*/ 2090 h 3785"/>
                                  <a:gd name="T38" fmla="*/ 840 w 1035"/>
                                  <a:gd name="T39" fmla="*/ 2070 h 3785"/>
                                  <a:gd name="T40" fmla="*/ 820 w 1035"/>
                                  <a:gd name="T41" fmla="*/ 2170 h 3785"/>
                                  <a:gd name="T42" fmla="*/ 970 w 1035"/>
                                  <a:gd name="T43" fmla="*/ 2160 h 3785"/>
                                  <a:gd name="T44" fmla="*/ 910 w 1035"/>
                                  <a:gd name="T45" fmla="*/ 2280 h 3785"/>
                                  <a:gd name="T46" fmla="*/ 1010 w 1035"/>
                                  <a:gd name="T47" fmla="*/ 2280 h 3785"/>
                                  <a:gd name="T48" fmla="*/ 960 w 1035"/>
                                  <a:gd name="T49" fmla="*/ 2390 h 3785"/>
                                  <a:gd name="T50" fmla="*/ 1030 w 1035"/>
                                  <a:gd name="T51" fmla="*/ 2430 h 3785"/>
                                  <a:gd name="T52" fmla="*/ 930 w 1035"/>
                                  <a:gd name="T53" fmla="*/ 2580 h 3785"/>
                                  <a:gd name="T54" fmla="*/ 920 w 1035"/>
                                  <a:gd name="T55" fmla="*/ 2680 h 3785"/>
                                  <a:gd name="T56" fmla="*/ 880 w 1035"/>
                                  <a:gd name="T57" fmla="*/ 2730 h 3785"/>
                                  <a:gd name="T58" fmla="*/ 770 w 1035"/>
                                  <a:gd name="T59" fmla="*/ 2830 h 3785"/>
                                  <a:gd name="T60" fmla="*/ 780 w 1035"/>
                                  <a:gd name="T61" fmla="*/ 2960 h 3785"/>
                                  <a:gd name="T62" fmla="*/ 640 w 1035"/>
                                  <a:gd name="T63" fmla="*/ 3030 h 3785"/>
                                  <a:gd name="T64" fmla="*/ 660 w 1035"/>
                                  <a:gd name="T65" fmla="*/ 3130 h 3785"/>
                                  <a:gd name="T66" fmla="*/ 560 w 1035"/>
                                  <a:gd name="T67" fmla="*/ 3210 h 3785"/>
                                  <a:gd name="T68" fmla="*/ 560 w 1035"/>
                                  <a:gd name="T69" fmla="*/ 3310 h 3785"/>
                                  <a:gd name="T70" fmla="*/ 420 w 1035"/>
                                  <a:gd name="T71" fmla="*/ 3310 h 3785"/>
                                  <a:gd name="T72" fmla="*/ 410 w 1035"/>
                                  <a:gd name="T73" fmla="*/ 3440 h 3785"/>
                                  <a:gd name="T74" fmla="*/ 290 w 1035"/>
                                  <a:gd name="T75" fmla="*/ 3460 h 3785"/>
                                  <a:gd name="T76" fmla="*/ 280 w 1035"/>
                                  <a:gd name="T77" fmla="*/ 3570 h 3785"/>
                                  <a:gd name="T78" fmla="*/ 200 w 1035"/>
                                  <a:gd name="T79" fmla="*/ 3580 h 3785"/>
                                  <a:gd name="T80" fmla="*/ 220 w 1035"/>
                                  <a:gd name="T81" fmla="*/ 3670 h 3785"/>
                                  <a:gd name="T82" fmla="*/ 60 w 1035"/>
                                  <a:gd name="T83" fmla="*/ 3670 h 3785"/>
                                  <a:gd name="T84" fmla="*/ 90 w 1035"/>
                                  <a:gd name="T85" fmla="*/ 3770 h 3785"/>
                                  <a:gd name="T86" fmla="*/ 0 w 1035"/>
                                  <a:gd name="T87" fmla="*/ 3760 h 378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  <a:cxn ang="0">
                                    <a:pos x="T50" y="T51"/>
                                  </a:cxn>
                                  <a:cxn ang="0">
                                    <a:pos x="T52" y="T53"/>
                                  </a:cxn>
                                  <a:cxn ang="0">
                                    <a:pos x="T54" y="T55"/>
                                  </a:cxn>
                                  <a:cxn ang="0">
                                    <a:pos x="T56" y="T57"/>
                                  </a:cxn>
                                  <a:cxn ang="0">
                                    <a:pos x="T58" y="T59"/>
                                  </a:cxn>
                                  <a:cxn ang="0">
                                    <a:pos x="T60" y="T61"/>
                                  </a:cxn>
                                  <a:cxn ang="0">
                                    <a:pos x="T62" y="T63"/>
                                  </a:cxn>
                                  <a:cxn ang="0">
                                    <a:pos x="T64" y="T65"/>
                                  </a:cxn>
                                  <a:cxn ang="0">
                                    <a:pos x="T66" y="T67"/>
                                  </a:cxn>
                                  <a:cxn ang="0">
                                    <a:pos x="T68" y="T69"/>
                                  </a:cxn>
                                  <a:cxn ang="0">
                                    <a:pos x="T70" y="T71"/>
                                  </a:cxn>
                                  <a:cxn ang="0">
                                    <a:pos x="T72" y="T73"/>
                                  </a:cxn>
                                  <a:cxn ang="0">
                                    <a:pos x="T74" y="T75"/>
                                  </a:cxn>
                                  <a:cxn ang="0">
                                    <a:pos x="T76" y="T77"/>
                                  </a:cxn>
                                  <a:cxn ang="0">
                                    <a:pos x="T78" y="T79"/>
                                  </a:cxn>
                                  <a:cxn ang="0">
                                    <a:pos x="T80" y="T81"/>
                                  </a:cxn>
                                  <a:cxn ang="0">
                                    <a:pos x="T82" y="T83"/>
                                  </a:cxn>
                                  <a:cxn ang="0">
                                    <a:pos x="T84" y="T85"/>
                                  </a:cxn>
                                  <a:cxn ang="0">
                                    <a:pos x="T86" y="T87"/>
                                  </a:cxn>
                                </a:cxnLst>
                                <a:rect l="0" t="0" r="r" b="b"/>
                                <a:pathLst>
                                  <a:path w="1035" h="3785">
                                    <a:moveTo>
                                      <a:pt x="400" y="0"/>
                                    </a:moveTo>
                                    <a:cubicBezTo>
                                      <a:pt x="332" y="51"/>
                                      <a:pt x="265" y="103"/>
                                      <a:pt x="260" y="150"/>
                                    </a:cubicBezTo>
                                    <a:cubicBezTo>
                                      <a:pt x="255" y="197"/>
                                      <a:pt x="363" y="243"/>
                                      <a:pt x="370" y="280"/>
                                    </a:cubicBezTo>
                                    <a:cubicBezTo>
                                      <a:pt x="377" y="317"/>
                                      <a:pt x="285" y="350"/>
                                      <a:pt x="300" y="370"/>
                                    </a:cubicBezTo>
                                    <a:cubicBezTo>
                                      <a:pt x="315" y="390"/>
                                      <a:pt x="452" y="382"/>
                                      <a:pt x="460" y="400"/>
                                    </a:cubicBezTo>
                                    <a:cubicBezTo>
                                      <a:pt x="468" y="418"/>
                                      <a:pt x="343" y="457"/>
                                      <a:pt x="350" y="480"/>
                                    </a:cubicBezTo>
                                    <a:cubicBezTo>
                                      <a:pt x="357" y="503"/>
                                      <a:pt x="490" y="518"/>
                                      <a:pt x="500" y="540"/>
                                    </a:cubicBezTo>
                                    <a:cubicBezTo>
                                      <a:pt x="510" y="562"/>
                                      <a:pt x="407" y="590"/>
                                      <a:pt x="410" y="610"/>
                                    </a:cubicBezTo>
                                    <a:cubicBezTo>
                                      <a:pt x="413" y="630"/>
                                      <a:pt x="515" y="642"/>
                                      <a:pt x="520" y="660"/>
                                    </a:cubicBezTo>
                                    <a:cubicBezTo>
                                      <a:pt x="525" y="678"/>
                                      <a:pt x="430" y="705"/>
                                      <a:pt x="440" y="720"/>
                                    </a:cubicBezTo>
                                    <a:cubicBezTo>
                                      <a:pt x="450" y="735"/>
                                      <a:pt x="572" y="733"/>
                                      <a:pt x="580" y="750"/>
                                    </a:cubicBezTo>
                                    <a:cubicBezTo>
                                      <a:pt x="588" y="767"/>
                                      <a:pt x="485" y="798"/>
                                      <a:pt x="490" y="820"/>
                                    </a:cubicBezTo>
                                    <a:cubicBezTo>
                                      <a:pt x="495" y="842"/>
                                      <a:pt x="575" y="835"/>
                                      <a:pt x="610" y="880"/>
                                    </a:cubicBezTo>
                                    <a:cubicBezTo>
                                      <a:pt x="645" y="925"/>
                                      <a:pt x="697" y="962"/>
                                      <a:pt x="700" y="1090"/>
                                    </a:cubicBezTo>
                                    <a:cubicBezTo>
                                      <a:pt x="703" y="1218"/>
                                      <a:pt x="655" y="1517"/>
                                      <a:pt x="630" y="1650"/>
                                    </a:cubicBezTo>
                                    <a:cubicBezTo>
                                      <a:pt x="605" y="1783"/>
                                      <a:pt x="550" y="1832"/>
                                      <a:pt x="550" y="1890"/>
                                    </a:cubicBezTo>
                                    <a:cubicBezTo>
                                      <a:pt x="550" y="1948"/>
                                      <a:pt x="603" y="1987"/>
                                      <a:pt x="630" y="2000"/>
                                    </a:cubicBezTo>
                                    <a:cubicBezTo>
                                      <a:pt x="657" y="2013"/>
                                      <a:pt x="703" y="1955"/>
                                      <a:pt x="710" y="1970"/>
                                    </a:cubicBezTo>
                                    <a:cubicBezTo>
                                      <a:pt x="717" y="1985"/>
                                      <a:pt x="648" y="2073"/>
                                      <a:pt x="670" y="2090"/>
                                    </a:cubicBezTo>
                                    <a:cubicBezTo>
                                      <a:pt x="692" y="2107"/>
                                      <a:pt x="815" y="2057"/>
                                      <a:pt x="840" y="2070"/>
                                    </a:cubicBezTo>
                                    <a:cubicBezTo>
                                      <a:pt x="865" y="2083"/>
                                      <a:pt x="798" y="2155"/>
                                      <a:pt x="820" y="2170"/>
                                    </a:cubicBezTo>
                                    <a:cubicBezTo>
                                      <a:pt x="842" y="2185"/>
                                      <a:pt x="955" y="2142"/>
                                      <a:pt x="970" y="2160"/>
                                    </a:cubicBezTo>
                                    <a:cubicBezTo>
                                      <a:pt x="985" y="2178"/>
                                      <a:pt x="903" y="2260"/>
                                      <a:pt x="910" y="2280"/>
                                    </a:cubicBezTo>
                                    <a:cubicBezTo>
                                      <a:pt x="917" y="2300"/>
                                      <a:pt x="1002" y="2262"/>
                                      <a:pt x="1010" y="2280"/>
                                    </a:cubicBezTo>
                                    <a:cubicBezTo>
                                      <a:pt x="1018" y="2298"/>
                                      <a:pt x="957" y="2365"/>
                                      <a:pt x="960" y="2390"/>
                                    </a:cubicBezTo>
                                    <a:cubicBezTo>
                                      <a:pt x="963" y="2415"/>
                                      <a:pt x="1035" y="2398"/>
                                      <a:pt x="1030" y="2430"/>
                                    </a:cubicBezTo>
                                    <a:cubicBezTo>
                                      <a:pt x="1025" y="2462"/>
                                      <a:pt x="948" y="2538"/>
                                      <a:pt x="930" y="2580"/>
                                    </a:cubicBezTo>
                                    <a:cubicBezTo>
                                      <a:pt x="912" y="2622"/>
                                      <a:pt x="928" y="2655"/>
                                      <a:pt x="920" y="2680"/>
                                    </a:cubicBezTo>
                                    <a:cubicBezTo>
                                      <a:pt x="912" y="2705"/>
                                      <a:pt x="905" y="2705"/>
                                      <a:pt x="880" y="2730"/>
                                    </a:cubicBezTo>
                                    <a:cubicBezTo>
                                      <a:pt x="855" y="2755"/>
                                      <a:pt x="787" y="2792"/>
                                      <a:pt x="770" y="2830"/>
                                    </a:cubicBezTo>
                                    <a:cubicBezTo>
                                      <a:pt x="753" y="2868"/>
                                      <a:pt x="802" y="2927"/>
                                      <a:pt x="780" y="2960"/>
                                    </a:cubicBezTo>
                                    <a:cubicBezTo>
                                      <a:pt x="758" y="2993"/>
                                      <a:pt x="660" y="3002"/>
                                      <a:pt x="640" y="3030"/>
                                    </a:cubicBezTo>
                                    <a:cubicBezTo>
                                      <a:pt x="620" y="3058"/>
                                      <a:pt x="673" y="3100"/>
                                      <a:pt x="660" y="3130"/>
                                    </a:cubicBezTo>
                                    <a:cubicBezTo>
                                      <a:pt x="647" y="3160"/>
                                      <a:pt x="577" y="3180"/>
                                      <a:pt x="560" y="3210"/>
                                    </a:cubicBezTo>
                                    <a:cubicBezTo>
                                      <a:pt x="543" y="3240"/>
                                      <a:pt x="583" y="3293"/>
                                      <a:pt x="560" y="3310"/>
                                    </a:cubicBezTo>
                                    <a:cubicBezTo>
                                      <a:pt x="537" y="3327"/>
                                      <a:pt x="445" y="3288"/>
                                      <a:pt x="420" y="3310"/>
                                    </a:cubicBezTo>
                                    <a:cubicBezTo>
                                      <a:pt x="395" y="3332"/>
                                      <a:pt x="432" y="3415"/>
                                      <a:pt x="410" y="3440"/>
                                    </a:cubicBezTo>
                                    <a:cubicBezTo>
                                      <a:pt x="388" y="3465"/>
                                      <a:pt x="312" y="3438"/>
                                      <a:pt x="290" y="3460"/>
                                    </a:cubicBezTo>
                                    <a:cubicBezTo>
                                      <a:pt x="268" y="3482"/>
                                      <a:pt x="295" y="3550"/>
                                      <a:pt x="280" y="3570"/>
                                    </a:cubicBezTo>
                                    <a:cubicBezTo>
                                      <a:pt x="265" y="3590"/>
                                      <a:pt x="210" y="3563"/>
                                      <a:pt x="200" y="3580"/>
                                    </a:cubicBezTo>
                                    <a:cubicBezTo>
                                      <a:pt x="190" y="3597"/>
                                      <a:pt x="243" y="3655"/>
                                      <a:pt x="220" y="3670"/>
                                    </a:cubicBezTo>
                                    <a:cubicBezTo>
                                      <a:pt x="197" y="3685"/>
                                      <a:pt x="82" y="3653"/>
                                      <a:pt x="60" y="3670"/>
                                    </a:cubicBezTo>
                                    <a:cubicBezTo>
                                      <a:pt x="38" y="3687"/>
                                      <a:pt x="100" y="3755"/>
                                      <a:pt x="90" y="3770"/>
                                    </a:cubicBezTo>
                                    <a:cubicBezTo>
                                      <a:pt x="80" y="3785"/>
                                      <a:pt x="40" y="3772"/>
                                      <a:pt x="0" y="376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1B248E" id="Freeform 556" o:spid="_x0000_s1026" style="position:absolute;margin-left:170.3pt;margin-top:110.55pt;width:51.75pt;height:18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5,37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" path="m400,c332,51,265,103,260,150v-5,47,103,93,110,130c377,317,285,350,300,370v15,20,152,12,160,30c468,418,343,457,350,480v7,23,140,38,150,60c510,562,407,590,410,610v3,20,105,32,110,50c525,678,430,705,440,720v10,15,132,13,140,30c588,767,485,798,490,820v5,22,85,15,120,60c645,925,697,962,700,1090v3,128,-45,427,-70,560c605,1783,550,1832,550,1890v,58,53,97,80,110c657,2013,703,1955,710,1970v7,15,-62,103,-40,120c692,2107,815,2057,840,2070v25,13,-42,85,-20,100c842,2185,955,2142,970,2160v15,18,-67,100,-60,120c917,2300,1002,2262,1010,2280v8,18,-53,85,-50,110c963,2415,1035,2398,1030,2430v-5,32,-82,108,-100,150c912,2622,928,2655,920,2680v-8,25,-15,25,-40,50c855,2755,787,2792,770,2830v-17,38,32,97,10,130c758,2993,660,3002,640,3030v-20,28,33,70,20,100c647,3160,577,3180,560,3210v-17,30,23,83,,100c537,3327,445,3288,420,3310v-25,22,12,105,-10,130c388,3465,312,3438,290,3460v-22,22,5,90,-10,110c265,3590,210,3563,200,3580v-10,17,43,75,20,90c197,3685,82,3653,60,3670v-22,17,40,85,30,100c80,3785,40,3772,,3760e" filled="f" strokecolor="red" strokeweight="1.5pt">
                      <v:path arrowok="t" o:connecttype="custom" o:connectlocs="254000,0;165100,95250;234950,177800;190500,234950;292100,254000;222250,304800;317500,342900;260350,387350;330200,419100;279400,457200;368300,476250;311150,520700;387350,558800;444500,692150;400050,1047750;349250,1200150;400050,1270000;450850,1250950;425450,1327150;533400,1314450;520700,1377950;615950,1371600;577850,1447800;641350,1447800;609600,1517650;654050,1543050;590550,1638300;584200,1701800;558800,1733550;488950,1797050;495300,1879600;406400,1924050;419100,1987550;355600,2038350;355600,2101850;266700,2101850;260350,2184400;184150,2197100;177800,2266950;127000,2273300;139700,2330450;38100,2330450;57150,2393950;0,2387600" o:connectangles="0,0,0,0,0,0,0,0,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2367915</wp:posOffset>
                      </wp:positionH>
                      <wp:positionV relativeFrom="paragraph">
                        <wp:posOffset>1348740</wp:posOffset>
                      </wp:positionV>
                      <wp:extent cx="90805" cy="90805"/>
                      <wp:effectExtent l="11430" t="8255" r="12065" b="5715"/>
                      <wp:wrapNone/>
                      <wp:docPr id="51" name="AutoShape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DD7C43" id="AutoShape 555" o:spid="_x0000_s1026" type="#_x0000_t123" style="position:absolute;margin-left:186.45pt;margin-top:106.2pt;width:7.1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"/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1668780</wp:posOffset>
                      </wp:positionH>
                      <wp:positionV relativeFrom="paragraph">
                        <wp:posOffset>438785</wp:posOffset>
                      </wp:positionV>
                      <wp:extent cx="306070" cy="152400"/>
                      <wp:effectExtent l="7620" t="3175" r="635" b="6350"/>
                      <wp:wrapNone/>
                      <wp:docPr id="50" name="Text Box 5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9F5D51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0" o:spid="_x0000_s1027" type="#_x0000_t202" style="position:absolute;margin-left:131.4pt;margin-top:34.55pt;width:24.1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9F5D51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68580</wp:posOffset>
                      </wp:positionV>
                      <wp:extent cx="1804035" cy="4911725"/>
                      <wp:effectExtent l="7620" t="13970" r="7620" b="8255"/>
                      <wp:wrapNone/>
                      <wp:docPr id="32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3387" y="3397"/>
                                <a:chExt cx="2841" cy="7735"/>
                              </a:xfrm>
                            </wpg:grpSpPr>
                            <wps:wsp>
                              <wps:cNvPr id="33" name="Freeform 5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15" y="9648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5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7" y="4674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5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29" y="6616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5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5" y="7368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5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51" y="7112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22" y="4300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31" y="3564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3" y="3493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2" y="4223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5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7" y="6258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5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2" y="6760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5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5" y="3616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5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3462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5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0808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5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08" y="10247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4" y="10939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7" y="3397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5F4678" id="Group 501" o:spid="_x0000_s1026" style="position:absolute;margin-left:112.65pt;margin-top:5.4pt;width:142.05pt;height:386.75pt;z-index:251652096" coordorigin="3387,3397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">
                      <v:shape id="Freeform 502" o:spid="_x0000_s1027" style="position:absolute;left:4315;top:9648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503" o:spid="_x0000_s1028" style="position:absolute;left:3387;top:4674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504" o:spid="_x0000_s1029" style="position:absolute;left:4729;top:6616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505" o:spid="_x0000_s1030" style="position:absolute;left:4275;top:7368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506" o:spid="_x0000_s1031" style="position:absolute;left:4551;top:7112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507" o:spid="_x0000_s1032" style="position:absolute;left:4222;top:4300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508" o:spid="_x0000_s1033" style="position:absolute;left:3831;top:3564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509" o:spid="_x0000_s1034" style="position:absolute;left:4633;top:3493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510" o:spid="_x0000_s1035" style="position:absolute;left:3662;top:4223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511" o:spid="_x0000_s1036" style="position:absolute;left:6007;top:6258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512" o:spid="_x0000_s1037" style="position:absolute;left:5642;top:6760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513" o:spid="_x0000_s1038" style="position:absolute;left:3735;top:3616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514" o:spid="_x0000_s1039" style="position:absolute;left:3915;top:3462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515" o:spid="_x0000_s1040" style="position:absolute;left:5065;top:10808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516" o:spid="_x0000_s1041" style="position:absolute;left:4008;top:10247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517" o:spid="_x0000_s1042" style="position:absolute;left:5234;top:10939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518" o:spid="_x0000_s1043" style="position:absolute;left:3627;top:3397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4034790</wp:posOffset>
                      </wp:positionH>
                      <wp:positionV relativeFrom="page">
                        <wp:posOffset>41910</wp:posOffset>
                      </wp:positionV>
                      <wp:extent cx="1087120" cy="4745355"/>
                      <wp:effectExtent l="13335" t="6350" r="13970" b="10795"/>
                      <wp:wrapNone/>
                      <wp:docPr id="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5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5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5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5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5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93C831" id="Group 519" o:spid="_x0000_s1026" style="position:absolute;margin-left:317.7pt;margin-top:3.3pt;width:85.6pt;height:373.65pt;z-index:251653120;mso-position-horizontal-relative:page;mso-position-vertical-relative:page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">
                      <v:shape id="Freeform 52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52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52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52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52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52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52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52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52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52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53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53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E00E93" w:rsidRPr="005A7201" w:rsidTr="005A7201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9F5D51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5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F0B5F0" id="Group 534" o:spid="_x0000_s1026" style="position:absolute;margin-left:68.7pt;margin-top:1.4pt;width:15.35pt;height:6.85pt;z-index:25165516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">
                      <v:line id="Line 535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536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9F5D51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3913505</wp:posOffset>
                      </wp:positionH>
                      <wp:positionV relativeFrom="paragraph">
                        <wp:posOffset>21590</wp:posOffset>
                      </wp:positionV>
                      <wp:extent cx="194945" cy="89535"/>
                      <wp:effectExtent l="13335" t="13970" r="10795" b="10795"/>
                      <wp:wrapNone/>
                      <wp:docPr id="12" name="Group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4" name="Freeform 5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6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8CBF9D" id="Group 546" o:spid="_x0000_s1026" style="position:absolute;margin-left:308.15pt;margin-top:1.7pt;width:15.35pt;height:7.05pt;z-index:25165824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">
                      <v:shape id="Freeform 547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548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549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24130</wp:posOffset>
                      </wp:positionV>
                      <wp:extent cx="194945" cy="86995"/>
                      <wp:effectExtent l="8255" t="6985" r="6350" b="10795"/>
                      <wp:wrapNone/>
                      <wp:docPr id="7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68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9" name="Line 5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0" name="Freeform 5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EBA88B" id="Group 541" o:spid="_x0000_s1026" style="position:absolute;margin-left:212.5pt;margin-top:1.9pt;width:15.35pt;height:6.85pt;z-index:25165721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">
                      <v:line id="Line 542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    <v:line id="Line 543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shape id="Freeform 544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545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22860</wp:posOffset>
                      </wp:positionV>
                      <wp:extent cx="194945" cy="85725"/>
                      <wp:effectExtent l="41275" t="5715" r="40005" b="13335"/>
                      <wp:wrapNone/>
                      <wp:docPr id="3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73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4" name="Line 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5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FDEC0F" id="Group 537" o:spid="_x0000_s1026" style="position:absolute;margin-left:158.1pt;margin-top:1.8pt;width:15.35pt;height:6.75pt;z-index:25165619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">
                      <v:line id="Line 538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" strokecolor="red" strokeweight="6pt"/>
                      <v:line id="Line 539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540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2" name="Lin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8CDFAC" id="Line 53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+N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nGCnS&#10;gUTPQnH0MJ2G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AyEJ+N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9F5D51" w:rsidP="009F5D5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Patent. Incompetent CFV, POPV and Peroneal Vein. The Peroneal Vein contains post-thrombotic scarring. Pulsatile venous flow seen in the CFV and </w:t>
            </w:r>
            <w:proofErr w:type="gramStart"/>
            <w:r>
              <w:rPr>
                <w:rFonts w:ascii="Arial" w:hAnsi="Arial" w:cs="Arial"/>
                <w:sz w:val="18"/>
                <w:szCs w:val="20"/>
              </w:rPr>
              <w:t>SFV ?</w:t>
            </w:r>
            <w:proofErr w:type="gramEnd"/>
            <w:r>
              <w:rPr>
                <w:rFonts w:ascii="Arial" w:hAnsi="Arial" w:cs="Arial"/>
                <w:sz w:val="18"/>
                <w:szCs w:val="20"/>
              </w:rPr>
              <w:t xml:space="preserve">cardiac abnormality.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Default="009F5D51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 SFJ and LSV was absent throughout its length. </w:t>
            </w:r>
          </w:p>
          <w:p w:rsidR="009F5D51" w:rsidRDefault="009F5D51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Patent and competent SSV throughout its length. </w:t>
            </w:r>
          </w:p>
          <w:p w:rsidR="009F5D51" w:rsidRPr="005A7201" w:rsidRDefault="009F5D51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There is an incompetent posterior thigh extension with an unknown proximal insertion.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Default="009F5D51" w:rsidP="005A7201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Incompetent SFV-medial VV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mid thigh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which measures 2.5mm in diameter.</w:t>
            </w:r>
          </w:p>
          <w:p w:rsidR="00E00E93" w:rsidRPr="009F5D51" w:rsidRDefault="009F5D51" w:rsidP="009F5D51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Incompetent PTV-medial VV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mid calf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which measures 2.5mm in diameter.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5A7201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942BBC" w:rsidP="005A7201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BA78AE" w:rsidRDefault="00694581" w:rsidP="00022CCA">
      <w:pPr>
        <w:rPr>
          <w:rFonts w:ascii="Arial" w:hAnsi="Arial" w:cs="Arial"/>
          <w:sz w:val="18"/>
          <w:szCs w:val="18"/>
        </w:rPr>
      </w:pPr>
    </w:p>
    <w:sectPr w:rsidR="00694581" w:rsidRPr="00BA78AE" w:rsidSect="00E00E93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D51" w:rsidRDefault="009F5D51">
      <w:r>
        <w:separator/>
      </w:r>
    </w:p>
  </w:endnote>
  <w:endnote w:type="continuationSeparator" w:id="0">
    <w:p w:rsidR="009F5D51" w:rsidRDefault="009F5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E5A" w:rsidRPr="002B49C7" w:rsidRDefault="00E84E5A" w:rsidP="002B49C7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D51" w:rsidRDefault="009F5D51">
      <w:r>
        <w:separator/>
      </w:r>
    </w:p>
  </w:footnote>
  <w:footnote w:type="continuationSeparator" w:id="0">
    <w:p w:rsidR="009F5D51" w:rsidRDefault="009F5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93" w:rsidRDefault="009F5D5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4766310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6937"/>
    <w:multiLevelType w:val="multilevel"/>
    <w:tmpl w:val="8EE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8582D"/>
    <w:multiLevelType w:val="hybridMultilevel"/>
    <w:tmpl w:val="D8328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493"/>
    <w:multiLevelType w:val="multilevel"/>
    <w:tmpl w:val="BA3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75136"/>
    <w:multiLevelType w:val="hybridMultilevel"/>
    <w:tmpl w:val="5844A532"/>
    <w:lvl w:ilvl="0" w:tplc="5E10074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BA00C9"/>
    <w:multiLevelType w:val="hybridMultilevel"/>
    <w:tmpl w:val="4D449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>
      <o:colormru v:ext="edit" colors="#ddd"/>
      <o:colormenu v:ext="edit" fillcolor="none [3213]" strokecolor="none [3213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D51"/>
    <w:rsid w:val="00000AF9"/>
    <w:rsid w:val="00022CCA"/>
    <w:rsid w:val="00033741"/>
    <w:rsid w:val="000512C4"/>
    <w:rsid w:val="000537B7"/>
    <w:rsid w:val="00066D7F"/>
    <w:rsid w:val="00076699"/>
    <w:rsid w:val="00082FF5"/>
    <w:rsid w:val="000A3239"/>
    <w:rsid w:val="00116388"/>
    <w:rsid w:val="00117FF6"/>
    <w:rsid w:val="00130125"/>
    <w:rsid w:val="00130D4E"/>
    <w:rsid w:val="001310C1"/>
    <w:rsid w:val="0014568D"/>
    <w:rsid w:val="001553FF"/>
    <w:rsid w:val="00163682"/>
    <w:rsid w:val="00164856"/>
    <w:rsid w:val="001725EE"/>
    <w:rsid w:val="00185DE1"/>
    <w:rsid w:val="001C1F8A"/>
    <w:rsid w:val="001E5B1A"/>
    <w:rsid w:val="0020028B"/>
    <w:rsid w:val="002027E7"/>
    <w:rsid w:val="0020510B"/>
    <w:rsid w:val="00216637"/>
    <w:rsid w:val="0023495B"/>
    <w:rsid w:val="002558E2"/>
    <w:rsid w:val="00255CDA"/>
    <w:rsid w:val="00267D9C"/>
    <w:rsid w:val="00276FE7"/>
    <w:rsid w:val="002845F4"/>
    <w:rsid w:val="002B49C7"/>
    <w:rsid w:val="002B6F2B"/>
    <w:rsid w:val="002C1599"/>
    <w:rsid w:val="002C2267"/>
    <w:rsid w:val="003240BC"/>
    <w:rsid w:val="00324B94"/>
    <w:rsid w:val="00332965"/>
    <w:rsid w:val="003512C1"/>
    <w:rsid w:val="00354C39"/>
    <w:rsid w:val="0036205F"/>
    <w:rsid w:val="00392775"/>
    <w:rsid w:val="003A31C2"/>
    <w:rsid w:val="003B7DF9"/>
    <w:rsid w:val="003E54F9"/>
    <w:rsid w:val="003E7404"/>
    <w:rsid w:val="003F1AD1"/>
    <w:rsid w:val="003F5392"/>
    <w:rsid w:val="003F5661"/>
    <w:rsid w:val="00400424"/>
    <w:rsid w:val="00416596"/>
    <w:rsid w:val="0043201F"/>
    <w:rsid w:val="00442938"/>
    <w:rsid w:val="00443A11"/>
    <w:rsid w:val="00446D9E"/>
    <w:rsid w:val="004479C2"/>
    <w:rsid w:val="004515EA"/>
    <w:rsid w:val="00475D18"/>
    <w:rsid w:val="0048399F"/>
    <w:rsid w:val="004932D3"/>
    <w:rsid w:val="004C20BC"/>
    <w:rsid w:val="004C5B5F"/>
    <w:rsid w:val="004E4B01"/>
    <w:rsid w:val="004F189F"/>
    <w:rsid w:val="00504EFC"/>
    <w:rsid w:val="00525F8D"/>
    <w:rsid w:val="0053189C"/>
    <w:rsid w:val="00544866"/>
    <w:rsid w:val="0055661A"/>
    <w:rsid w:val="0056075B"/>
    <w:rsid w:val="00585A44"/>
    <w:rsid w:val="00597F94"/>
    <w:rsid w:val="005A6F99"/>
    <w:rsid w:val="005A7201"/>
    <w:rsid w:val="005C7FA3"/>
    <w:rsid w:val="005D01B5"/>
    <w:rsid w:val="005E0333"/>
    <w:rsid w:val="005E5BC0"/>
    <w:rsid w:val="005E7E7E"/>
    <w:rsid w:val="00600C4E"/>
    <w:rsid w:val="0060390C"/>
    <w:rsid w:val="006620F2"/>
    <w:rsid w:val="00687CAB"/>
    <w:rsid w:val="00694581"/>
    <w:rsid w:val="0069543E"/>
    <w:rsid w:val="006A200E"/>
    <w:rsid w:val="006D0E48"/>
    <w:rsid w:val="006D1279"/>
    <w:rsid w:val="006E345A"/>
    <w:rsid w:val="006F087C"/>
    <w:rsid w:val="00702068"/>
    <w:rsid w:val="0070537B"/>
    <w:rsid w:val="0073567D"/>
    <w:rsid w:val="0076078C"/>
    <w:rsid w:val="0077506E"/>
    <w:rsid w:val="00781E01"/>
    <w:rsid w:val="007835B4"/>
    <w:rsid w:val="00784424"/>
    <w:rsid w:val="007A4B56"/>
    <w:rsid w:val="007A7B01"/>
    <w:rsid w:val="007B10D3"/>
    <w:rsid w:val="007F38D0"/>
    <w:rsid w:val="00804400"/>
    <w:rsid w:val="00807788"/>
    <w:rsid w:val="008359E8"/>
    <w:rsid w:val="00845175"/>
    <w:rsid w:val="008527CA"/>
    <w:rsid w:val="00854DAA"/>
    <w:rsid w:val="00856009"/>
    <w:rsid w:val="00862088"/>
    <w:rsid w:val="008B29F7"/>
    <w:rsid w:val="008B5D7F"/>
    <w:rsid w:val="008D30DD"/>
    <w:rsid w:val="008D344E"/>
    <w:rsid w:val="008E59F6"/>
    <w:rsid w:val="008E7A32"/>
    <w:rsid w:val="008F3E04"/>
    <w:rsid w:val="009044AC"/>
    <w:rsid w:val="00911F56"/>
    <w:rsid w:val="00917E7D"/>
    <w:rsid w:val="00926B13"/>
    <w:rsid w:val="00940F61"/>
    <w:rsid w:val="009428D5"/>
    <w:rsid w:val="00942BBC"/>
    <w:rsid w:val="0094691B"/>
    <w:rsid w:val="00953FCE"/>
    <w:rsid w:val="00990400"/>
    <w:rsid w:val="009A34D2"/>
    <w:rsid w:val="009A5CA0"/>
    <w:rsid w:val="009C6954"/>
    <w:rsid w:val="009D3E82"/>
    <w:rsid w:val="009E3605"/>
    <w:rsid w:val="009F11EF"/>
    <w:rsid w:val="009F2F17"/>
    <w:rsid w:val="009F300B"/>
    <w:rsid w:val="009F5D51"/>
    <w:rsid w:val="009F6BCD"/>
    <w:rsid w:val="00A00D03"/>
    <w:rsid w:val="00A037DD"/>
    <w:rsid w:val="00A276BB"/>
    <w:rsid w:val="00A71D55"/>
    <w:rsid w:val="00A73E5F"/>
    <w:rsid w:val="00A7491A"/>
    <w:rsid w:val="00AA6449"/>
    <w:rsid w:val="00AA67B2"/>
    <w:rsid w:val="00AC1BA7"/>
    <w:rsid w:val="00AC6BF5"/>
    <w:rsid w:val="00AD3537"/>
    <w:rsid w:val="00AE28D5"/>
    <w:rsid w:val="00AE30A1"/>
    <w:rsid w:val="00AF27D7"/>
    <w:rsid w:val="00B12C5A"/>
    <w:rsid w:val="00B2166C"/>
    <w:rsid w:val="00B22B19"/>
    <w:rsid w:val="00B30BBD"/>
    <w:rsid w:val="00B43353"/>
    <w:rsid w:val="00B46ED4"/>
    <w:rsid w:val="00B55257"/>
    <w:rsid w:val="00B67AFA"/>
    <w:rsid w:val="00B71D18"/>
    <w:rsid w:val="00B8370B"/>
    <w:rsid w:val="00B874EE"/>
    <w:rsid w:val="00B900B7"/>
    <w:rsid w:val="00B97EE7"/>
    <w:rsid w:val="00BA78AE"/>
    <w:rsid w:val="00BC0585"/>
    <w:rsid w:val="00BE3AF9"/>
    <w:rsid w:val="00BF00A9"/>
    <w:rsid w:val="00C46C3E"/>
    <w:rsid w:val="00C47CD3"/>
    <w:rsid w:val="00C9350C"/>
    <w:rsid w:val="00CB0067"/>
    <w:rsid w:val="00CC6657"/>
    <w:rsid w:val="00CD145D"/>
    <w:rsid w:val="00CD7188"/>
    <w:rsid w:val="00D34D9F"/>
    <w:rsid w:val="00D36040"/>
    <w:rsid w:val="00D3679E"/>
    <w:rsid w:val="00D42CEC"/>
    <w:rsid w:val="00D45C83"/>
    <w:rsid w:val="00D605F8"/>
    <w:rsid w:val="00D8557F"/>
    <w:rsid w:val="00D857B8"/>
    <w:rsid w:val="00D90613"/>
    <w:rsid w:val="00DB39E1"/>
    <w:rsid w:val="00DC70DD"/>
    <w:rsid w:val="00DD0CD3"/>
    <w:rsid w:val="00DD13FB"/>
    <w:rsid w:val="00DD1904"/>
    <w:rsid w:val="00E00E93"/>
    <w:rsid w:val="00E071B6"/>
    <w:rsid w:val="00E21EED"/>
    <w:rsid w:val="00E2362B"/>
    <w:rsid w:val="00E24754"/>
    <w:rsid w:val="00E26EE4"/>
    <w:rsid w:val="00E30C09"/>
    <w:rsid w:val="00E41EB4"/>
    <w:rsid w:val="00E65A7C"/>
    <w:rsid w:val="00E70784"/>
    <w:rsid w:val="00E75EB3"/>
    <w:rsid w:val="00E84E5A"/>
    <w:rsid w:val="00E96ADB"/>
    <w:rsid w:val="00EA64AC"/>
    <w:rsid w:val="00EA6B33"/>
    <w:rsid w:val="00EE7FE8"/>
    <w:rsid w:val="00EF2007"/>
    <w:rsid w:val="00F16296"/>
    <w:rsid w:val="00F178B9"/>
    <w:rsid w:val="00F17A14"/>
    <w:rsid w:val="00F27890"/>
    <w:rsid w:val="00F55DE7"/>
    <w:rsid w:val="00F63C6E"/>
    <w:rsid w:val="00F75944"/>
    <w:rsid w:val="00FC3506"/>
    <w:rsid w:val="00FC3C1D"/>
    <w:rsid w:val="00FC5FD2"/>
    <w:rsid w:val="00FD5807"/>
    <w:rsid w:val="00FE0FBB"/>
    <w:rsid w:val="00FE12BE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"/>
      <o:colormenu v:ext="edit" fillcolor="none [3213]" strokecolor="none [3213]"/>
    </o:shapedefaults>
    <o:shapelayout v:ext="edit">
      <o:idmap v:ext="edit" data="1"/>
    </o:shapelayout>
  </w:shapeDefaults>
  <w:decimalSymbol w:val="."/>
  <w:listSeparator w:val=","/>
  <w14:docId w14:val="572A1B8E"/>
  <w15:chartTrackingRefBased/>
  <w15:docId w15:val="{5EE4CBAE-E6B4-4ECB-BC02-133256F6D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9F5D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9F5D5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LEFT%20SIDE\Venous%20Lt%20CV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Venous Lt CVI</Template>
  <TotalTime>0</TotalTime>
  <Pages>1</Pages>
  <Words>137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cp:lastPrinted>2020-06-30T11:59:00Z</cp:lastPrinted>
  <dcterms:created xsi:type="dcterms:W3CDTF">2020-08-07T10:06:00Z</dcterms:created>
  <dcterms:modified xsi:type="dcterms:W3CDTF">2020-08-07T10:06:00Z</dcterms:modified>
  <cp:category>Patient Report</cp:category>
</cp:coreProperties>
</file>